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October 12 – October 15,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F56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10/11</w:t>
            </w:r>
          </w:p>
        </w:tc>
        <w:tc>
          <w:tcPr>
            <w:tcW w:w="3150" w:type="dxa"/>
          </w:tcPr>
          <w:p w:rsidR="00CB066E" w:rsidRDefault="00CB066E" w:rsidP="00F56890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F56890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A928A5" w:rsidRDefault="00CB066E" w:rsidP="00F5689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CLASSES</w:t>
            </w:r>
          </w:p>
        </w:tc>
        <w:tc>
          <w:tcPr>
            <w:tcW w:w="3870" w:type="dxa"/>
          </w:tcPr>
          <w:p w:rsidR="00CB066E" w:rsidRPr="008F19DB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CB066E" w:rsidRPr="00B27929" w:rsidRDefault="00CB066E" w:rsidP="001067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Pr="008F19DB" w:rsidRDefault="00CB066E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10/12</w:t>
            </w:r>
          </w:p>
        </w:tc>
        <w:tc>
          <w:tcPr>
            <w:tcW w:w="3150" w:type="dxa"/>
          </w:tcPr>
          <w:p w:rsidR="00CB066E" w:rsidRDefault="00CB066E" w:rsidP="001067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begin study of selections from the American literary tradition written 1750-1800.</w:t>
            </w:r>
          </w:p>
          <w:p w:rsidR="00CB066E" w:rsidRPr="008F19DB" w:rsidRDefault="00CB066E" w:rsidP="001067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master knowledge and usage of the rules of pronoun case.</w:t>
            </w:r>
          </w:p>
        </w:tc>
        <w:tc>
          <w:tcPr>
            <w:tcW w:w="3870" w:type="dxa"/>
          </w:tcPr>
          <w:p w:rsidR="00CB066E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-QuickWrite: List the experiences you would choose to write about if you were preparing an autobiography.</w:t>
            </w:r>
          </w:p>
          <w:p w:rsidR="00CB066E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-Grammar Focus: Pronoun Case</w:t>
            </w:r>
          </w:p>
          <w:p w:rsidR="00CB066E" w:rsidRPr="008F19DB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begin to read and study a selection from </w:t>
            </w:r>
            <w:r w:rsidRPr="00FF33AE">
              <w:rPr>
                <w:rFonts w:ascii="Arial" w:hAnsi="Arial" w:cs="Arial"/>
                <w:i/>
                <w:sz w:val="18"/>
                <w:szCs w:val="18"/>
              </w:rPr>
              <w:t>The Autobiography</w:t>
            </w:r>
            <w:r>
              <w:rPr>
                <w:rFonts w:ascii="Arial" w:hAnsi="Arial" w:cs="Arial"/>
                <w:sz w:val="18"/>
                <w:szCs w:val="18"/>
              </w:rPr>
              <w:t xml:space="preserve"> by Benjamin Franklin.</w:t>
            </w:r>
          </w:p>
        </w:tc>
        <w:tc>
          <w:tcPr>
            <w:tcW w:w="3690" w:type="dxa"/>
          </w:tcPr>
          <w:p w:rsidR="00CB066E" w:rsidRDefault="00CB066E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QuickWrite – (F)</w:t>
            </w:r>
          </w:p>
          <w:p w:rsidR="00CB066E" w:rsidRDefault="00CB066E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CB066E" w:rsidRDefault="00CB066E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Grammar Focus – (F)</w:t>
            </w:r>
          </w:p>
          <w:p w:rsidR="00CB066E" w:rsidRPr="008F19DB" w:rsidRDefault="00CB066E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Vocabulary Exercises and Sentences DUE – (F)</w:t>
            </w:r>
          </w:p>
        </w:tc>
        <w:tc>
          <w:tcPr>
            <w:tcW w:w="3150" w:type="dxa"/>
          </w:tcPr>
          <w:p w:rsidR="00CB066E" w:rsidRPr="008F19DB" w:rsidRDefault="00CB066E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10/13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CB066E" w:rsidRPr="008F19DB" w:rsidRDefault="00CB066E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analyze components of an autobiography.</w:t>
            </w:r>
          </w:p>
        </w:tc>
        <w:tc>
          <w:tcPr>
            <w:tcW w:w="3870" w:type="dxa"/>
          </w:tcPr>
          <w:p w:rsidR="00CB066E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-QuickWrite: What additional virtues do you think would be appropriate for Ben Franklin’s list in both his time and ours? Why?</w:t>
            </w:r>
          </w:p>
          <w:p w:rsidR="00CB066E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-Vocab review</w:t>
            </w:r>
          </w:p>
          <w:p w:rsidR="00CB066E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-Continue reading and study of Benjamin Franklin’s </w:t>
            </w:r>
            <w:r w:rsidRPr="000121B9">
              <w:rPr>
                <w:rFonts w:ascii="Arial" w:hAnsi="Arial" w:cs="Arial"/>
                <w:i/>
                <w:sz w:val="18"/>
                <w:szCs w:val="18"/>
              </w:rPr>
              <w:t>The Autobiography</w:t>
            </w:r>
          </w:p>
          <w:p w:rsidR="00CB066E" w:rsidRPr="008F19DB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-Ticket out the Door: Write a one-sentence summary of the selection by Ben Franklin.</w:t>
            </w:r>
          </w:p>
        </w:tc>
        <w:tc>
          <w:tcPr>
            <w:tcW w:w="3690" w:type="dxa"/>
          </w:tcPr>
          <w:p w:rsidR="00CB066E" w:rsidRDefault="00CB066E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QuickWrite – (F)</w:t>
            </w:r>
          </w:p>
          <w:p w:rsidR="00CB066E" w:rsidRDefault="00CB066E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Discussion – (F) </w:t>
            </w:r>
          </w:p>
          <w:p w:rsidR="00CB066E" w:rsidRPr="008F19DB" w:rsidRDefault="00CB066E" w:rsidP="0010679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Ticket Out the Door – (S)</w:t>
            </w:r>
          </w:p>
        </w:tc>
        <w:tc>
          <w:tcPr>
            <w:tcW w:w="3150" w:type="dxa"/>
          </w:tcPr>
          <w:p w:rsidR="00CB066E" w:rsidRPr="008F19DB" w:rsidRDefault="00CB066E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6D17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10/14</w:t>
            </w:r>
          </w:p>
        </w:tc>
        <w:tc>
          <w:tcPr>
            <w:tcW w:w="3150" w:type="dxa"/>
          </w:tcPr>
          <w:p w:rsidR="00CB066E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use a variety of strategies to comprehend works of non-fiction.</w:t>
            </w:r>
          </w:p>
          <w:p w:rsidR="00CB066E" w:rsidRPr="008F19DB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work in small groups to prepare a dramatic reading/podcast.</w:t>
            </w:r>
          </w:p>
        </w:tc>
        <w:tc>
          <w:tcPr>
            <w:tcW w:w="3870" w:type="dxa"/>
          </w:tcPr>
          <w:p w:rsidR="00CB066E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-QuickWrite: Writing in first person as a Revolutionary War soldier, what inspires you and what words keep you fighting for independence?</w:t>
            </w:r>
          </w:p>
          <w:p w:rsidR="00CB066E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-Read, analyze and discuss </w:t>
            </w:r>
            <w:r w:rsidRPr="000121B9">
              <w:rPr>
                <w:rFonts w:ascii="Arial" w:hAnsi="Arial" w:cs="Arial"/>
                <w:i/>
                <w:sz w:val="18"/>
                <w:szCs w:val="18"/>
              </w:rPr>
              <w:t>The Declaration of Independence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066E" w:rsidRPr="000121B9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-Assign groups for preparation of dramatic reading.</w:t>
            </w:r>
          </w:p>
        </w:tc>
        <w:tc>
          <w:tcPr>
            <w:tcW w:w="3690" w:type="dxa"/>
          </w:tcPr>
          <w:p w:rsidR="00CB066E" w:rsidRDefault="00CB066E" w:rsidP="00DD364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QuickWrite – (F)</w:t>
            </w:r>
          </w:p>
          <w:p w:rsidR="00CB066E" w:rsidRDefault="00CB066E" w:rsidP="00DD364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Discussion – (F) </w:t>
            </w:r>
          </w:p>
          <w:p w:rsidR="00CB066E" w:rsidRPr="008F19DB" w:rsidRDefault="00CB066E" w:rsidP="00D7486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Dramatic Reading/Podcast – (S)</w:t>
            </w:r>
          </w:p>
        </w:tc>
        <w:tc>
          <w:tcPr>
            <w:tcW w:w="3150" w:type="dxa"/>
          </w:tcPr>
          <w:p w:rsidR="00CB066E" w:rsidRPr="008F19DB" w:rsidRDefault="00CB066E" w:rsidP="0010679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75294B">
        <w:trPr>
          <w:trHeight w:val="1178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CB066E" w:rsidRDefault="00CB066E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BA2F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10/15</w:t>
            </w:r>
          </w:p>
        </w:tc>
        <w:tc>
          <w:tcPr>
            <w:tcW w:w="3150" w:type="dxa"/>
          </w:tcPr>
          <w:p w:rsidR="00CB066E" w:rsidRDefault="00CB066E" w:rsidP="001067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CB066E" w:rsidRPr="008F19DB" w:rsidRDefault="00CB066E" w:rsidP="001067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CB066E" w:rsidRPr="008F19DB" w:rsidRDefault="00CB066E" w:rsidP="001067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L6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CB066E" w:rsidRDefault="00CB066E" w:rsidP="00106798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L7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066E" w:rsidRPr="008F19DB" w:rsidRDefault="00CB066E" w:rsidP="00106798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CB066E" w:rsidRDefault="00CB066E" w:rsidP="004315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CB066E" w:rsidRDefault="00CB066E" w:rsidP="004315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CB066E" w:rsidRPr="008F19DB" w:rsidRDefault="00CB066E" w:rsidP="004315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Default="00CB066E" w:rsidP="0010679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work toward a reading goal of 25 books/year.</w:t>
            </w:r>
          </w:p>
          <w:p w:rsidR="00CB066E" w:rsidRPr="008F19DB" w:rsidRDefault="00CB066E" w:rsidP="00D7486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A4522"/>
    <w:rsid w:val="00106798"/>
    <w:rsid w:val="00157300"/>
    <w:rsid w:val="00174B11"/>
    <w:rsid w:val="001F6796"/>
    <w:rsid w:val="0020341A"/>
    <w:rsid w:val="002404CA"/>
    <w:rsid w:val="0025138F"/>
    <w:rsid w:val="002555ED"/>
    <w:rsid w:val="002B7762"/>
    <w:rsid w:val="003177BE"/>
    <w:rsid w:val="0035510D"/>
    <w:rsid w:val="00397302"/>
    <w:rsid w:val="003E3A30"/>
    <w:rsid w:val="0043156D"/>
    <w:rsid w:val="0043615D"/>
    <w:rsid w:val="004D0512"/>
    <w:rsid w:val="005269C7"/>
    <w:rsid w:val="005419F0"/>
    <w:rsid w:val="005A53EA"/>
    <w:rsid w:val="00632B15"/>
    <w:rsid w:val="00641CF1"/>
    <w:rsid w:val="006D17B6"/>
    <w:rsid w:val="006F4B09"/>
    <w:rsid w:val="00703824"/>
    <w:rsid w:val="00711756"/>
    <w:rsid w:val="0075294B"/>
    <w:rsid w:val="00755486"/>
    <w:rsid w:val="00894DE6"/>
    <w:rsid w:val="008B3974"/>
    <w:rsid w:val="008C4AF9"/>
    <w:rsid w:val="008F19DB"/>
    <w:rsid w:val="00902121"/>
    <w:rsid w:val="009E493D"/>
    <w:rsid w:val="00A90C65"/>
    <w:rsid w:val="00A928A5"/>
    <w:rsid w:val="00AF7670"/>
    <w:rsid w:val="00B27929"/>
    <w:rsid w:val="00BA2FAE"/>
    <w:rsid w:val="00BC5EA6"/>
    <w:rsid w:val="00BF1AAD"/>
    <w:rsid w:val="00C440D3"/>
    <w:rsid w:val="00CA5917"/>
    <w:rsid w:val="00CB066E"/>
    <w:rsid w:val="00D02278"/>
    <w:rsid w:val="00D74860"/>
    <w:rsid w:val="00D94EA7"/>
    <w:rsid w:val="00DC5DB3"/>
    <w:rsid w:val="00DD3646"/>
    <w:rsid w:val="00E6291F"/>
    <w:rsid w:val="00EC1B54"/>
    <w:rsid w:val="00EC2EFA"/>
    <w:rsid w:val="00F242A7"/>
    <w:rsid w:val="00F56890"/>
    <w:rsid w:val="00F62904"/>
    <w:rsid w:val="00F63A6D"/>
    <w:rsid w:val="00F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370</Words>
  <Characters>2111</Characters>
  <Application>Microsoft Office Outlook</Application>
  <DocSecurity>0</DocSecurity>
  <Lines>0</Lines>
  <Paragraphs>0</Paragraphs>
  <ScaleCrop>false</ScaleCrop>
  <Company>Neshannock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subject/>
  <dc:creator>Administrator</dc:creator>
  <cp:keywords/>
  <dc:description/>
  <cp:lastModifiedBy>Anthony Cipriano</cp:lastModifiedBy>
  <cp:revision>2</cp:revision>
  <dcterms:created xsi:type="dcterms:W3CDTF">2010-10-12T00:36:00Z</dcterms:created>
  <dcterms:modified xsi:type="dcterms:W3CDTF">2010-10-12T00:36:00Z</dcterms:modified>
</cp:coreProperties>
</file>